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1"/>
        <w:gridCol w:w="248"/>
        <w:gridCol w:w="3833"/>
        <w:gridCol w:w="3834"/>
        <w:gridCol w:w="13"/>
      </w:tblGrid>
      <w:tr w:rsidR="003B7DF9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AD5747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AD5747" w:rsidP="00B47CED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7CED">
              <w:rPr>
                <w:rFonts w:ascii="Arial" w:hAnsi="Arial" w:cs="Arial"/>
                <w:sz w:val="18"/>
                <w:szCs w:val="18"/>
              </w:rPr>
              <w:t>66</w:t>
            </w:r>
          </w:p>
        </w:tc>
      </w:tr>
      <w:tr w:rsidR="003B7DF9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AD574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67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B47CED">
              <w:rPr>
                <w:rFonts w:ascii="Arial" w:hAnsi="Arial" w:cs="Arial"/>
                <w:noProof/>
                <w:sz w:val="18"/>
                <w:szCs w:val="18"/>
              </w:rPr>
              <w:t>Monday, 29 June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67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AD5747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67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B47CED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Bilateral lower leg eczema. Worse on left with some swelling. FH VVs father, please scan when COVID-19 epidemic is over.</w:t>
            </w: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67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BB0202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1B666D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5234940</wp:posOffset>
                      </wp:positionH>
                      <wp:positionV relativeFrom="paragraph">
                        <wp:posOffset>3471545</wp:posOffset>
                      </wp:positionV>
                      <wp:extent cx="306070" cy="152400"/>
                      <wp:effectExtent l="1905" t="6985" r="6350" b="2540"/>
                      <wp:wrapNone/>
                      <wp:docPr id="105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1" o:spid="_x0000_s1026" type="#_x0000_t202" style="position:absolute;left:0;text-align:left;margin-left:412.2pt;margin-top:273.35pt;width:24.1pt;height:12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XUhoA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3692525</wp:posOffset>
                      </wp:positionH>
                      <wp:positionV relativeFrom="paragraph">
                        <wp:posOffset>3498850</wp:posOffset>
                      </wp:positionV>
                      <wp:extent cx="306070" cy="152400"/>
                      <wp:effectExtent l="2540" t="5715" r="5715" b="3810"/>
                      <wp:wrapNone/>
                      <wp:docPr id="104" name="Text Box 3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8" o:spid="_x0000_s1027" type="#_x0000_t202" style="position:absolute;left:0;text-align:left;margin-left:290.75pt;margin-top:275.5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3675380</wp:posOffset>
                      </wp:positionH>
                      <wp:positionV relativeFrom="paragraph">
                        <wp:posOffset>1568450</wp:posOffset>
                      </wp:positionV>
                      <wp:extent cx="306070" cy="152400"/>
                      <wp:effectExtent l="4445" t="8890" r="3810" b="635"/>
                      <wp:wrapNone/>
                      <wp:docPr id="103" name="Text Box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0" o:spid="_x0000_s1028" type="#_x0000_t202" style="position:absolute;left:0;text-align:left;margin-left:289.4pt;margin-top:123.5pt;width:24.1pt;height:12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2005965</wp:posOffset>
                      </wp:positionH>
                      <wp:positionV relativeFrom="paragraph">
                        <wp:posOffset>2932430</wp:posOffset>
                      </wp:positionV>
                      <wp:extent cx="306070" cy="152400"/>
                      <wp:effectExtent l="1905" t="1270" r="6350" b="8255"/>
                      <wp:wrapNone/>
                      <wp:docPr id="102" name="Text Box 3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1" o:spid="_x0000_s1029" type="#_x0000_t202" style="position:absolute;left:0;text-align:left;margin-left:157.95pt;margin-top:230.9pt;width:24.1pt;height:12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rOooAIAAFQ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4110990</wp:posOffset>
                      </wp:positionH>
                      <wp:positionV relativeFrom="paragraph">
                        <wp:posOffset>3277235</wp:posOffset>
                      </wp:positionV>
                      <wp:extent cx="103505" cy="120650"/>
                      <wp:effectExtent l="11430" t="12700" r="18415" b="9525"/>
                      <wp:wrapNone/>
                      <wp:docPr id="101" name="Freeform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3505" cy="120650"/>
                              </a:xfrm>
                              <a:custGeom>
                                <a:avLst/>
                                <a:gdLst>
                                  <a:gd name="T0" fmla="*/ 0 w 163"/>
                                  <a:gd name="T1" fmla="*/ 0 h 190"/>
                                  <a:gd name="T2" fmla="*/ 135 w 163"/>
                                  <a:gd name="T3" fmla="*/ 68 h 190"/>
                                  <a:gd name="T4" fmla="*/ 163 w 163"/>
                                  <a:gd name="T5" fmla="*/ 190 h 1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63" h="190">
                                    <a:moveTo>
                                      <a:pt x="0" y="0"/>
                                    </a:moveTo>
                                    <a:cubicBezTo>
                                      <a:pt x="54" y="18"/>
                                      <a:pt x="108" y="36"/>
                                      <a:pt x="135" y="68"/>
                                    </a:cubicBezTo>
                                    <a:cubicBezTo>
                                      <a:pt x="162" y="100"/>
                                      <a:pt x="162" y="145"/>
                                      <a:pt x="163" y="19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CCB7B6" id="Freeform 359" o:spid="_x0000_s1026" style="position:absolute;margin-left:323.7pt;margin-top:258.05pt;width:8.15pt;height:9.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3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" path="m,c54,18,108,36,135,68v27,32,27,77,28,122e" filled="f" strokecolor="red" strokeweight="1.5pt">
                      <v:path arrowok="t" o:connecttype="custom" o:connectlocs="0,0;85725,43180;103505,12065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4025265</wp:posOffset>
                      </wp:positionH>
                      <wp:positionV relativeFrom="paragraph">
                        <wp:posOffset>3213100</wp:posOffset>
                      </wp:positionV>
                      <wp:extent cx="90805" cy="90805"/>
                      <wp:effectExtent l="11430" t="5715" r="12065" b="8255"/>
                      <wp:wrapNone/>
                      <wp:docPr id="100" name="AutoShape 3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7A689B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358" o:spid="_x0000_s1026" type="#_x0000_t123" style="position:absolute;margin-left:316.95pt;margin-top:253pt;width:7.15pt;height:7.1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4168140</wp:posOffset>
                      </wp:positionH>
                      <wp:positionV relativeFrom="paragraph">
                        <wp:posOffset>2699385</wp:posOffset>
                      </wp:positionV>
                      <wp:extent cx="248920" cy="862330"/>
                      <wp:effectExtent l="11430" t="15875" r="15875" b="17145"/>
                      <wp:wrapNone/>
                      <wp:docPr id="99" name="Freeform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48920" cy="862330"/>
                              </a:xfrm>
                              <a:custGeom>
                                <a:avLst/>
                                <a:gdLst>
                                  <a:gd name="T0" fmla="*/ 168 w 392"/>
                                  <a:gd name="T1" fmla="*/ 0 h 1358"/>
                                  <a:gd name="T2" fmla="*/ 208 w 392"/>
                                  <a:gd name="T3" fmla="*/ 163 h 1358"/>
                                  <a:gd name="T4" fmla="*/ 100 w 392"/>
                                  <a:gd name="T5" fmla="*/ 258 h 1358"/>
                                  <a:gd name="T6" fmla="*/ 168 w 392"/>
                                  <a:gd name="T7" fmla="*/ 448 h 1358"/>
                                  <a:gd name="T8" fmla="*/ 32 w 392"/>
                                  <a:gd name="T9" fmla="*/ 584 h 1358"/>
                                  <a:gd name="T10" fmla="*/ 358 w 392"/>
                                  <a:gd name="T11" fmla="*/ 747 h 1358"/>
                                  <a:gd name="T12" fmla="*/ 236 w 392"/>
                                  <a:gd name="T13" fmla="*/ 896 h 1358"/>
                                  <a:gd name="T14" fmla="*/ 358 w 392"/>
                                  <a:gd name="T15" fmla="*/ 1046 h 1358"/>
                                  <a:gd name="T16" fmla="*/ 276 w 392"/>
                                  <a:gd name="T17" fmla="*/ 1209 h 1358"/>
                                  <a:gd name="T18" fmla="*/ 331 w 392"/>
                                  <a:gd name="T19" fmla="*/ 1358 h 135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</a:cxnLst>
                                <a:rect l="0" t="0" r="r" b="b"/>
                                <a:pathLst>
                                  <a:path w="392" h="1358">
                                    <a:moveTo>
                                      <a:pt x="168" y="0"/>
                                    </a:moveTo>
                                    <a:cubicBezTo>
                                      <a:pt x="193" y="60"/>
                                      <a:pt x="219" y="120"/>
                                      <a:pt x="208" y="163"/>
                                    </a:cubicBezTo>
                                    <a:cubicBezTo>
                                      <a:pt x="197" y="206"/>
                                      <a:pt x="107" y="210"/>
                                      <a:pt x="100" y="258"/>
                                    </a:cubicBezTo>
                                    <a:cubicBezTo>
                                      <a:pt x="93" y="306"/>
                                      <a:pt x="179" y="394"/>
                                      <a:pt x="168" y="448"/>
                                    </a:cubicBezTo>
                                    <a:cubicBezTo>
                                      <a:pt x="157" y="502"/>
                                      <a:pt x="0" y="534"/>
                                      <a:pt x="32" y="584"/>
                                    </a:cubicBezTo>
                                    <a:cubicBezTo>
                                      <a:pt x="64" y="634"/>
                                      <a:pt x="324" y="695"/>
                                      <a:pt x="358" y="747"/>
                                    </a:cubicBezTo>
                                    <a:cubicBezTo>
                                      <a:pt x="392" y="799"/>
                                      <a:pt x="236" y="846"/>
                                      <a:pt x="236" y="896"/>
                                    </a:cubicBezTo>
                                    <a:cubicBezTo>
                                      <a:pt x="236" y="946"/>
                                      <a:pt x="351" y="994"/>
                                      <a:pt x="358" y="1046"/>
                                    </a:cubicBezTo>
                                    <a:cubicBezTo>
                                      <a:pt x="365" y="1098"/>
                                      <a:pt x="280" y="1157"/>
                                      <a:pt x="276" y="1209"/>
                                    </a:cubicBezTo>
                                    <a:cubicBezTo>
                                      <a:pt x="272" y="1261"/>
                                      <a:pt x="320" y="1327"/>
                                      <a:pt x="331" y="1358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9D07D3" id="Freeform 356" o:spid="_x0000_s1026" style="position:absolute;margin-left:328.2pt;margin-top:212.55pt;width:19.6pt;height:67.9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92,1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" path="m168,v25,60,51,120,40,163c197,206,107,210,100,258v-7,48,79,136,68,190c157,502,,534,32,584v32,50,292,111,326,163c392,799,236,846,236,896v,50,115,98,122,150c365,1098,280,1157,276,1209v-4,52,44,118,55,149e" filled="f" strokecolor="red" strokeweight="1.5pt">
                      <v:path arrowok="t" o:connecttype="custom" o:connectlocs="106680,0;132080,103505;63500,163830;106680,284480;20320,370840;227330,474345;149860,568960;227330,664210;175260,767715;210185,862330" o:connectangles="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5654675</wp:posOffset>
                      </wp:positionH>
                      <wp:positionV relativeFrom="paragraph">
                        <wp:posOffset>2818765</wp:posOffset>
                      </wp:positionV>
                      <wp:extent cx="293370" cy="311785"/>
                      <wp:effectExtent l="12065" t="11430" r="18415" b="10160"/>
                      <wp:wrapNone/>
                      <wp:docPr id="98" name="Freeform 3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93370" cy="311785"/>
                              </a:xfrm>
                              <a:custGeom>
                                <a:avLst/>
                                <a:gdLst>
                                  <a:gd name="T0" fmla="*/ 462 w 462"/>
                                  <a:gd name="T1" fmla="*/ 2 h 491"/>
                                  <a:gd name="T2" fmla="*/ 326 w 462"/>
                                  <a:gd name="T3" fmla="*/ 43 h 491"/>
                                  <a:gd name="T4" fmla="*/ 299 w 462"/>
                                  <a:gd name="T5" fmla="*/ 260 h 491"/>
                                  <a:gd name="T6" fmla="*/ 150 w 462"/>
                                  <a:gd name="T7" fmla="*/ 260 h 491"/>
                                  <a:gd name="T8" fmla="*/ 136 w 462"/>
                                  <a:gd name="T9" fmla="*/ 423 h 491"/>
                                  <a:gd name="T10" fmla="*/ 0 w 462"/>
                                  <a:gd name="T11" fmla="*/ 491 h 4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462" h="491">
                                    <a:moveTo>
                                      <a:pt x="462" y="2"/>
                                    </a:moveTo>
                                    <a:cubicBezTo>
                                      <a:pt x="407" y="1"/>
                                      <a:pt x="353" y="0"/>
                                      <a:pt x="326" y="43"/>
                                    </a:cubicBezTo>
                                    <a:cubicBezTo>
                                      <a:pt x="299" y="86"/>
                                      <a:pt x="328" y="224"/>
                                      <a:pt x="299" y="260"/>
                                    </a:cubicBezTo>
                                    <a:cubicBezTo>
                                      <a:pt x="270" y="296"/>
                                      <a:pt x="177" y="233"/>
                                      <a:pt x="150" y="260"/>
                                    </a:cubicBezTo>
                                    <a:cubicBezTo>
                                      <a:pt x="123" y="287"/>
                                      <a:pt x="161" y="384"/>
                                      <a:pt x="136" y="423"/>
                                    </a:cubicBezTo>
                                    <a:cubicBezTo>
                                      <a:pt x="111" y="462"/>
                                      <a:pt x="55" y="476"/>
                                      <a:pt x="0" y="491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9E3195" id="Freeform 355" o:spid="_x0000_s1026" style="position:absolute;margin-left:445.25pt;margin-top:221.95pt;width:23.1pt;height:24.5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62,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" path="m462,2c407,1,353,,326,43v-27,43,2,181,-27,217c270,296,177,233,150,260v-27,27,11,124,-14,163c111,462,55,476,,491e" filled="f" strokecolor="red" strokeweight="1.5pt">
                      <v:path arrowok="t" o:connecttype="custom" o:connectlocs="293370,1270;207010,27305;189865,165100;95250,165100;86360,268605;0,311785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>
                      <wp:simplePos x="0" y="0"/>
                      <wp:positionH relativeFrom="column">
                        <wp:posOffset>4032885</wp:posOffset>
                      </wp:positionH>
                      <wp:positionV relativeFrom="paragraph">
                        <wp:posOffset>2533650</wp:posOffset>
                      </wp:positionV>
                      <wp:extent cx="414020" cy="250190"/>
                      <wp:effectExtent l="9525" t="12065" r="14605" b="13970"/>
                      <wp:wrapNone/>
                      <wp:docPr id="97" name="Freeform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14020" cy="250190"/>
                              </a:xfrm>
                              <a:custGeom>
                                <a:avLst/>
                                <a:gdLst>
                                  <a:gd name="T0" fmla="*/ 652 w 652"/>
                                  <a:gd name="T1" fmla="*/ 3 h 394"/>
                                  <a:gd name="T2" fmla="*/ 394 w 652"/>
                                  <a:gd name="T3" fmla="*/ 43 h 394"/>
                                  <a:gd name="T4" fmla="*/ 381 w 652"/>
                                  <a:gd name="T5" fmla="*/ 261 h 394"/>
                                  <a:gd name="T6" fmla="*/ 136 w 652"/>
                                  <a:gd name="T7" fmla="*/ 152 h 394"/>
                                  <a:gd name="T8" fmla="*/ 109 w 652"/>
                                  <a:gd name="T9" fmla="*/ 369 h 394"/>
                                  <a:gd name="T10" fmla="*/ 0 w 652"/>
                                  <a:gd name="T11" fmla="*/ 301 h 39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52" h="394">
                                    <a:moveTo>
                                      <a:pt x="652" y="3"/>
                                    </a:moveTo>
                                    <a:cubicBezTo>
                                      <a:pt x="545" y="1"/>
                                      <a:pt x="439" y="0"/>
                                      <a:pt x="394" y="43"/>
                                    </a:cubicBezTo>
                                    <a:cubicBezTo>
                                      <a:pt x="349" y="86"/>
                                      <a:pt x="424" y="243"/>
                                      <a:pt x="381" y="261"/>
                                    </a:cubicBezTo>
                                    <a:cubicBezTo>
                                      <a:pt x="338" y="279"/>
                                      <a:pt x="181" y="134"/>
                                      <a:pt x="136" y="152"/>
                                    </a:cubicBezTo>
                                    <a:cubicBezTo>
                                      <a:pt x="91" y="170"/>
                                      <a:pt x="132" y="344"/>
                                      <a:pt x="109" y="369"/>
                                    </a:cubicBezTo>
                                    <a:cubicBezTo>
                                      <a:pt x="86" y="394"/>
                                      <a:pt x="43" y="347"/>
                                      <a:pt x="0" y="301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BA563" id="Freeform 354" o:spid="_x0000_s1026" style="position:absolute;margin-left:317.55pt;margin-top:199.5pt;width:32.6pt;height:19.7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2,3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" path="m652,3c545,1,439,,394,43v-45,43,30,200,-13,218c338,279,181,134,136,152v-45,18,-4,192,-27,217c86,394,43,347,,301e" filled="f" strokecolor="red" strokeweight="1.5pt">
                      <v:path arrowok="t" o:connecttype="custom" o:connectlocs="414020,1905;250190,27305;241935,165735;86360,96520;69215,234315;0,191135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>
                      <wp:simplePos x="0" y="0"/>
                      <wp:positionH relativeFrom="column">
                        <wp:posOffset>5604510</wp:posOffset>
                      </wp:positionH>
                      <wp:positionV relativeFrom="paragraph">
                        <wp:posOffset>3156585</wp:posOffset>
                      </wp:positionV>
                      <wp:extent cx="59055" cy="1138555"/>
                      <wp:effectExtent l="19050" t="15875" r="17145" b="17145"/>
                      <wp:wrapNone/>
                      <wp:docPr id="96" name="Freeform 3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9055" cy="1138555"/>
                              </a:xfrm>
                              <a:custGeom>
                                <a:avLst/>
                                <a:gdLst>
                                  <a:gd name="T0" fmla="*/ 52 w 93"/>
                                  <a:gd name="T1" fmla="*/ 0 h 1793"/>
                                  <a:gd name="T2" fmla="*/ 25 w 93"/>
                                  <a:gd name="T3" fmla="*/ 516 h 1793"/>
                                  <a:gd name="T4" fmla="*/ 11 w 93"/>
                                  <a:gd name="T5" fmla="*/ 978 h 1793"/>
                                  <a:gd name="T6" fmla="*/ 93 w 93"/>
                                  <a:gd name="T7" fmla="*/ 1793 h 179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93" h="1793">
                                    <a:moveTo>
                                      <a:pt x="52" y="0"/>
                                    </a:moveTo>
                                    <a:cubicBezTo>
                                      <a:pt x="42" y="176"/>
                                      <a:pt x="32" y="353"/>
                                      <a:pt x="25" y="516"/>
                                    </a:cubicBezTo>
                                    <a:cubicBezTo>
                                      <a:pt x="18" y="679"/>
                                      <a:pt x="0" y="765"/>
                                      <a:pt x="11" y="978"/>
                                    </a:cubicBezTo>
                                    <a:cubicBezTo>
                                      <a:pt x="22" y="1191"/>
                                      <a:pt x="57" y="1492"/>
                                      <a:pt x="93" y="1793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4802F9" id="Freeform 352" o:spid="_x0000_s1026" style="position:absolute;margin-left:441.3pt;margin-top:248.55pt;width:4.65pt;height:89.6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,17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" path="m52,c42,176,32,353,25,516,18,679,,765,11,978v11,213,46,514,82,815e" filled="f" strokecolor="red" strokeweight="2.5pt">
                      <v:path arrowok="t" o:connecttype="custom" o:connectlocs="33020,0;15875,327660;6985,621030;59055,1138555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2105660</wp:posOffset>
                      </wp:positionH>
                      <wp:positionV relativeFrom="paragraph">
                        <wp:posOffset>1548130</wp:posOffset>
                      </wp:positionV>
                      <wp:extent cx="306070" cy="152400"/>
                      <wp:effectExtent l="6350" t="7620" r="1905" b="1905"/>
                      <wp:wrapNone/>
                      <wp:docPr id="95" name="Text Box 3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9" o:spid="_x0000_s1030" type="#_x0000_t202" style="position:absolute;left:0;text-align:left;margin-left:165.8pt;margin-top:121.9pt;width:24.1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1862455</wp:posOffset>
                      </wp:positionV>
                      <wp:extent cx="306070" cy="152400"/>
                      <wp:effectExtent l="0" t="7620" r="8255" b="1905"/>
                      <wp:wrapNone/>
                      <wp:docPr id="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31" type="#_x0000_t202" style="position:absolute;left:0;text-align:left;margin-left:.3pt;margin-top:146.65pt;width:24.1pt;height:1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>
                      <wp:simplePos x="0" y="0"/>
                      <wp:positionH relativeFrom="column">
                        <wp:posOffset>591185</wp:posOffset>
                      </wp:positionH>
                      <wp:positionV relativeFrom="paragraph">
                        <wp:posOffset>1569085</wp:posOffset>
                      </wp:positionV>
                      <wp:extent cx="635" cy="681355"/>
                      <wp:effectExtent l="44450" t="38100" r="40640" b="42545"/>
                      <wp:wrapNone/>
                      <wp:docPr id="93" name="Freeform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" cy="681355"/>
                              </a:xfrm>
                              <a:custGeom>
                                <a:avLst/>
                                <a:gdLst>
                                  <a:gd name="T0" fmla="*/ 0 w 1"/>
                                  <a:gd name="T1" fmla="*/ 0 h 1073"/>
                                  <a:gd name="T2" fmla="*/ 0 w 1"/>
                                  <a:gd name="T3" fmla="*/ 1073 h 107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" h="1073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0" y="536"/>
                                      <a:pt x="0" y="1073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5672B1A2" id="Freeform 350" o:spid="_x0000_s1026" style="position:absolute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46.55pt,123.55pt" control1="46.55pt,123.55pt" control2="46.55pt,150.35pt" to="46.55pt,177.2pt" coordsize="1,1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" filled="f" strokecolor="red" strokeweight="6pt">
                      <v:path arrowok="t" o:connecttype="custom" o:connectlocs="0,0;0,681355" o:connectangles="0,0"/>
                    </v:curv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1586230</wp:posOffset>
                      </wp:positionH>
                      <wp:positionV relativeFrom="paragraph">
                        <wp:posOffset>111125</wp:posOffset>
                      </wp:positionV>
                      <wp:extent cx="963295" cy="2182495"/>
                      <wp:effectExtent l="39370" t="46990" r="45085" b="46990"/>
                      <wp:wrapNone/>
                      <wp:docPr id="92" name="Freeform 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3295" cy="2182495"/>
                              </a:xfrm>
                              <a:custGeom>
                                <a:avLst/>
                                <a:gdLst>
                                  <a:gd name="T0" fmla="*/ 1517 w 1517"/>
                                  <a:gd name="T1" fmla="*/ 0 h 3437"/>
                                  <a:gd name="T2" fmla="*/ 1041 w 1517"/>
                                  <a:gd name="T3" fmla="*/ 557 h 3437"/>
                                  <a:gd name="T4" fmla="*/ 634 w 1517"/>
                                  <a:gd name="T5" fmla="*/ 1291 h 3437"/>
                                  <a:gd name="T6" fmla="*/ 104 w 1517"/>
                                  <a:gd name="T7" fmla="*/ 2636 h 3437"/>
                                  <a:gd name="T8" fmla="*/ 9 w 1517"/>
                                  <a:gd name="T9" fmla="*/ 3437 h 343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517" h="3437">
                                    <a:moveTo>
                                      <a:pt x="1517" y="0"/>
                                    </a:moveTo>
                                    <a:cubicBezTo>
                                      <a:pt x="1352" y="171"/>
                                      <a:pt x="1188" y="342"/>
                                      <a:pt x="1041" y="557"/>
                                    </a:cubicBezTo>
                                    <a:cubicBezTo>
                                      <a:pt x="894" y="772"/>
                                      <a:pt x="790" y="944"/>
                                      <a:pt x="634" y="1291"/>
                                    </a:cubicBezTo>
                                    <a:cubicBezTo>
                                      <a:pt x="478" y="1638"/>
                                      <a:pt x="208" y="2278"/>
                                      <a:pt x="104" y="2636"/>
                                    </a:cubicBezTo>
                                    <a:cubicBezTo>
                                      <a:pt x="0" y="2994"/>
                                      <a:pt x="29" y="3270"/>
                                      <a:pt x="9" y="3437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FE9C12" id="Freeform 343" o:spid="_x0000_s1026" style="position:absolute;margin-left:124.9pt;margin-top:8.75pt;width:75.85pt;height:171.8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17,34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" path="m1517,c1352,171,1188,342,1041,557,894,772,790,944,634,1291,478,1638,208,2278,104,2636,,2994,29,3270,9,3437e" filled="f" strokecolor="red" strokeweight="6pt">
                      <v:path arrowok="t" o:connecttype="custom" o:connectlocs="963295,0;661035,353695;402590,819785;66040,1673860;5715,2182495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3636010</wp:posOffset>
                      </wp:positionH>
                      <wp:positionV relativeFrom="paragraph">
                        <wp:posOffset>120015</wp:posOffset>
                      </wp:positionV>
                      <wp:extent cx="906145" cy="1682115"/>
                      <wp:effectExtent l="41275" t="46355" r="43180" b="43180"/>
                      <wp:wrapNone/>
                      <wp:docPr id="91" name="Freeform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6145" cy="1682115"/>
                              </a:xfrm>
                              <a:custGeom>
                                <a:avLst/>
                                <a:gdLst>
                                  <a:gd name="T0" fmla="*/ 0 w 1427"/>
                                  <a:gd name="T1" fmla="*/ 0 h 2649"/>
                                  <a:gd name="T2" fmla="*/ 571 w 1427"/>
                                  <a:gd name="T3" fmla="*/ 665 h 2649"/>
                                  <a:gd name="T4" fmla="*/ 1046 w 1427"/>
                                  <a:gd name="T5" fmla="*/ 1657 h 2649"/>
                                  <a:gd name="T6" fmla="*/ 1427 w 1427"/>
                                  <a:gd name="T7" fmla="*/ 2649 h 264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427" h="2649">
                                    <a:moveTo>
                                      <a:pt x="0" y="0"/>
                                    </a:moveTo>
                                    <a:cubicBezTo>
                                      <a:pt x="95" y="111"/>
                                      <a:pt x="397" y="389"/>
                                      <a:pt x="571" y="665"/>
                                    </a:cubicBezTo>
                                    <a:cubicBezTo>
                                      <a:pt x="745" y="941"/>
                                      <a:pt x="903" y="1326"/>
                                      <a:pt x="1046" y="1657"/>
                                    </a:cubicBezTo>
                                    <a:cubicBezTo>
                                      <a:pt x="1189" y="1988"/>
                                      <a:pt x="1348" y="2442"/>
                                      <a:pt x="1427" y="2649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7BB04" id="Freeform 344" o:spid="_x0000_s1026" style="position:absolute;margin-left:286.3pt;margin-top:9.45pt;width:71.35pt;height:132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7,26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" path="m,c95,111,397,389,571,665v174,276,332,661,475,992c1189,1988,1348,2442,1427,2649e" filled="f" strokecolor="red" strokeweight="6pt">
                      <v:path arrowok="t" o:connecttype="custom" o:connectlocs="0,0;362585,422275;664210,1052195;906145,1682115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3359785</wp:posOffset>
                      </wp:positionH>
                      <wp:positionV relativeFrom="paragraph">
                        <wp:posOffset>378460</wp:posOffset>
                      </wp:positionV>
                      <wp:extent cx="306070" cy="152400"/>
                      <wp:effectExtent l="3175" t="0" r="5080" b="0"/>
                      <wp:wrapNone/>
                      <wp:docPr id="90" name="Text Box 3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6" o:spid="_x0000_s1032" type="#_x0000_t202" style="position:absolute;left:0;text-align:left;margin-left:264.55pt;margin-top:29.8pt;width:24.1pt;height:12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2496820</wp:posOffset>
                      </wp:positionH>
                      <wp:positionV relativeFrom="paragraph">
                        <wp:posOffset>369570</wp:posOffset>
                      </wp:positionV>
                      <wp:extent cx="306070" cy="152400"/>
                      <wp:effectExtent l="6985" t="635" r="1270" b="8890"/>
                      <wp:wrapNone/>
                      <wp:docPr id="89" name="Text Box 3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B666D" w:rsidRPr="004E4B01" w:rsidRDefault="001B666D" w:rsidP="001B666D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5" o:spid="_x0000_s1033" type="#_x0000_t202" style="position:absolute;left:0;text-align:left;margin-left:196.6pt;margin-top:29.1pt;width:24.1pt;height:12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1B666D" w:rsidRPr="004E4B01" w:rsidRDefault="001B666D" w:rsidP="001B666D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TMgg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24765" r="17145" b="20955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CEFE00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red" strokeweight="2.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A6F010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0A8A8A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2FA785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1DECDD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682F3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2BE033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24765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DB5A4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vkJBg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red" strokeweight="2.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0C46F7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BB0202">
        <w:tc>
          <w:tcPr>
            <w:tcW w:w="1711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1B666D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BDB37A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28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1B666D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4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D3CA6D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109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0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1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92A8EF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BEB255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14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5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6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9A2D01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1B666D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1B666D">
              <w:rPr>
                <w:rFonts w:ascii="Arial" w:hAnsi="Arial" w:cs="Arial"/>
                <w:sz w:val="18"/>
                <w:szCs w:val="20"/>
              </w:rPr>
              <w:t xml:space="preserve">. Incompetent CFV-POPV. No demonstrable reflux in the calf veins. </w:t>
            </w:r>
          </w:p>
        </w:tc>
        <w:tc>
          <w:tcPr>
            <w:tcW w:w="3834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1B666D" w:rsidRPr="001906A2" w:rsidRDefault="001B666D" w:rsidP="001B666D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CFV-SFV. Bifid POPV. No demonstrable reflux in the POPV or calf veins.</w:t>
            </w: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3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1B666D" w:rsidP="001B666D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LSV throughout. The LSV measures approximately 5mm throughout the thigh.</w:t>
            </w:r>
          </w:p>
        </w:tc>
        <w:tc>
          <w:tcPr>
            <w:tcW w:w="3834" w:type="dxa"/>
            <w:shd w:val="clear" w:color="auto" w:fill="auto"/>
          </w:tcPr>
          <w:p w:rsidR="00894682" w:rsidRPr="001B666D" w:rsidRDefault="001B666D" w:rsidP="001B666D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1B666D">
              <w:rPr>
                <w:rFonts w:ascii="Arial" w:hAnsi="Arial"/>
                <w:bCs/>
                <w:sz w:val="18"/>
                <w:szCs w:val="18"/>
              </w:rPr>
              <w:t>Patent. Incompetent LSV throughout. The LSV measures approximately 6mm througho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ut the thigh, and supplies a VV in the proximal calf. The SSV becomes incompetent in the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mid calf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. 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  <w:p w:rsidR="001B666D" w:rsidRDefault="001B666D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1B666D" w:rsidRDefault="001B666D" w:rsidP="001B666D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1B666D" w:rsidRDefault="001B666D" w:rsidP="001B666D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Ankle arterial spot check:</w:t>
            </w:r>
          </w:p>
          <w:p w:rsidR="001B666D" w:rsidRPr="001906A2" w:rsidRDefault="001B666D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3833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1B666D" w:rsidRDefault="00894682" w:rsidP="001906A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 w:rsidRPr="001B666D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  <w:p w:rsidR="001B666D" w:rsidRPr="001B666D" w:rsidRDefault="001B666D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1B666D" w:rsidRPr="001B666D" w:rsidRDefault="001B666D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1B666D" w:rsidRPr="001B666D" w:rsidRDefault="001B666D" w:rsidP="001B666D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ATA: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/>
                <w:bCs/>
                <w:sz w:val="18"/>
                <w:szCs w:val="18"/>
              </w:rPr>
              <w:t>50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cm/s), PTA: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/>
                <w:bCs/>
                <w:sz w:val="18"/>
                <w:szCs w:val="18"/>
              </w:rPr>
              <w:t>52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cm/s),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PeroA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: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Biphiasic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/>
                <w:bCs/>
                <w:sz w:val="18"/>
                <w:szCs w:val="18"/>
              </w:rPr>
              <w:t>24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>cm/s).</w:t>
            </w:r>
          </w:p>
        </w:tc>
        <w:tc>
          <w:tcPr>
            <w:tcW w:w="3834" w:type="dxa"/>
            <w:shd w:val="clear" w:color="auto" w:fill="auto"/>
          </w:tcPr>
          <w:p w:rsidR="00894682" w:rsidRPr="001B666D" w:rsidRDefault="001B666D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Incompetent medial gastrocnemius to LSV perforator in the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mid calf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>, measuring 2.1mm in diameter.</w:t>
            </w:r>
          </w:p>
          <w:p w:rsidR="001B666D" w:rsidRPr="001B666D" w:rsidRDefault="001B666D" w:rsidP="001B666D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ATA: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/>
                <w:bCs/>
                <w:sz w:val="18"/>
                <w:szCs w:val="18"/>
              </w:rPr>
              <w:t>40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cm/s), PTA: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 (</w:t>
            </w:r>
            <w:r>
              <w:rPr>
                <w:rFonts w:ascii="Arial" w:hAnsi="Arial"/>
                <w:bCs/>
                <w:sz w:val="18"/>
                <w:szCs w:val="18"/>
              </w:rPr>
              <w:t>48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cm/s), </w:t>
            </w:r>
            <w:proofErr w:type="spellStart"/>
            <w:r w:rsidRPr="001B666D">
              <w:rPr>
                <w:rFonts w:ascii="Arial" w:hAnsi="Arial"/>
                <w:bCs/>
                <w:sz w:val="18"/>
                <w:szCs w:val="18"/>
              </w:rPr>
              <w:t>PeroA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>:</w:t>
            </w:r>
            <w:r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>phiasic</w:t>
            </w:r>
            <w:proofErr w:type="spellEnd"/>
            <w:r w:rsidRPr="001B666D">
              <w:rPr>
                <w:rFonts w:ascii="Arial" w:hAnsi="Arial"/>
                <w:bCs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Cs/>
                <w:sz w:val="18"/>
                <w:szCs w:val="18"/>
              </w:rPr>
              <w:t>30</w:t>
            </w:r>
            <w:r w:rsidRPr="001B666D">
              <w:rPr>
                <w:rFonts w:ascii="Arial" w:hAnsi="Arial"/>
                <w:bCs/>
                <w:sz w:val="18"/>
                <w:szCs w:val="18"/>
              </w:rPr>
              <w:t>(cm/s).</w:t>
            </w: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1B666D" w:rsidRPr="001906A2" w:rsidRDefault="001B666D" w:rsidP="001B666D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67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BB0202">
        <w:trPr>
          <w:gridAfter w:val="1"/>
          <w:wAfter w:w="13" w:type="dxa"/>
        </w:trPr>
        <w:tc>
          <w:tcPr>
            <w:tcW w:w="195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67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894682" w:rsidRPr="001906A2" w:rsidRDefault="00B47CED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CED" w:rsidRDefault="00B47CED">
      <w:r>
        <w:separator/>
      </w:r>
    </w:p>
  </w:endnote>
  <w:endnote w:type="continuationSeparator" w:id="0">
    <w:p w:rsidR="00B47CED" w:rsidRDefault="00B47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CED" w:rsidRDefault="00B47CED">
      <w:r>
        <w:separator/>
      </w:r>
    </w:p>
  </w:footnote>
  <w:footnote w:type="continuationSeparator" w:id="0">
    <w:p w:rsidR="00B47CED" w:rsidRDefault="00B47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1B666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6145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CED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B666D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D5747"/>
    <w:rsid w:val="00AE30A1"/>
    <w:rsid w:val="00AF27D7"/>
    <w:rsid w:val="00B46ED4"/>
    <w:rsid w:val="00B47CED"/>
    <w:rsid w:val="00B62A9E"/>
    <w:rsid w:val="00B67AFA"/>
    <w:rsid w:val="00B77F20"/>
    <w:rsid w:val="00B83663"/>
    <w:rsid w:val="00BB0202"/>
    <w:rsid w:val="00BB2752"/>
    <w:rsid w:val="00BE4B42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73F72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o:colormru v:ext="edit" colors="#ddd,#eaeaea"/>
    </o:shapedefaults>
    <o:shapelayout v:ext="edit">
      <o:idmap v:ext="edit" data="1"/>
    </o:shapelayout>
  </w:shapeDefaults>
  <w:decimalSymbol w:val="."/>
  <w:listSeparator w:val=","/>
  <w14:docId w14:val="049D9BAB"/>
  <w15:chartTrackingRefBased/>
  <w15:docId w15:val="{E6A0E264-62FB-4AAE-96D9-8B8978BE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B071FC44</Template>
  <TotalTime>1</TotalTime>
  <Pages>1</Pages>
  <Words>173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2020-06-29T11:18:00Z</cp:lastPrinted>
  <dcterms:created xsi:type="dcterms:W3CDTF">2020-08-07T10:07:00Z</dcterms:created>
  <dcterms:modified xsi:type="dcterms:W3CDTF">2020-08-07T10:07:00Z</dcterms:modified>
  <cp:category>Patient Report</cp:category>
</cp:coreProperties>
</file>